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8441A" w14:textId="7FC4D831" w:rsidR="00BB0A85" w:rsidRPr="00BB0A85" w:rsidRDefault="00FB3E24" w:rsidP="00BB0A8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176178282"/>
      <w:r w:rsidR="00BB0A85" w:rsidRPr="00BB0A85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3B4FCB">
        <w:rPr>
          <w:rFonts w:ascii="Corbel" w:hAnsi="Corbel"/>
          <w:bCs/>
          <w:i/>
          <w:lang w:eastAsia="ar-SA"/>
        </w:rPr>
        <w:t>61</w:t>
      </w:r>
      <w:r w:rsidR="00BB0A85" w:rsidRPr="00BB0A85">
        <w:rPr>
          <w:rFonts w:ascii="Corbel" w:hAnsi="Corbel"/>
          <w:bCs/>
          <w:i/>
          <w:lang w:eastAsia="ar-SA"/>
        </w:rPr>
        <w:t>/202</w:t>
      </w:r>
      <w:r w:rsidR="003B4FCB">
        <w:rPr>
          <w:rFonts w:ascii="Corbel" w:hAnsi="Corbel"/>
          <w:bCs/>
          <w:i/>
          <w:lang w:eastAsia="ar-SA"/>
        </w:rPr>
        <w:t>5</w:t>
      </w:r>
    </w:p>
    <w:p w14:paraId="1439875E" w14:textId="77777777" w:rsidR="00BB0A85" w:rsidRPr="00BB0A85" w:rsidRDefault="00BB0A85" w:rsidP="00BB0A8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B0A8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E0AE687" w14:textId="503D69C7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B0A8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B4FCB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BB0A85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B4FCB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33AD0E4" w14:textId="77777777" w:rsidR="00BB0A85" w:rsidRPr="00BB0A85" w:rsidRDefault="00BB0A85" w:rsidP="0072729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i/>
          <w:sz w:val="20"/>
          <w:szCs w:val="20"/>
          <w:lang w:eastAsia="ar-SA"/>
        </w:rPr>
        <w:t>(skrajne daty</w:t>
      </w:r>
      <w:r w:rsidRPr="00BB0A85">
        <w:rPr>
          <w:rFonts w:ascii="Corbel" w:hAnsi="Corbel"/>
          <w:sz w:val="20"/>
          <w:szCs w:val="20"/>
          <w:lang w:eastAsia="ar-SA"/>
        </w:rPr>
        <w:t>)</w:t>
      </w:r>
    </w:p>
    <w:p w14:paraId="026C7A72" w14:textId="6D98624D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sz w:val="20"/>
          <w:szCs w:val="20"/>
          <w:lang w:eastAsia="ar-SA"/>
        </w:rPr>
        <w:t>Rok akademicki 202</w:t>
      </w:r>
      <w:r w:rsidR="003B4FCB">
        <w:rPr>
          <w:rFonts w:ascii="Corbel" w:hAnsi="Corbel"/>
          <w:sz w:val="20"/>
          <w:szCs w:val="20"/>
          <w:lang w:eastAsia="ar-SA"/>
        </w:rPr>
        <w:t>5</w:t>
      </w:r>
      <w:r w:rsidRPr="00BB0A85">
        <w:rPr>
          <w:rFonts w:ascii="Corbel" w:hAnsi="Corbel"/>
          <w:sz w:val="20"/>
          <w:szCs w:val="20"/>
          <w:lang w:eastAsia="ar-SA"/>
        </w:rPr>
        <w:t>/202</w:t>
      </w:r>
      <w:r w:rsidR="003B4FCB">
        <w:rPr>
          <w:rFonts w:ascii="Corbel" w:hAnsi="Corbel"/>
          <w:sz w:val="20"/>
          <w:szCs w:val="20"/>
          <w:lang w:eastAsia="ar-SA"/>
        </w:rPr>
        <w:t>6</w:t>
      </w:r>
    </w:p>
    <w:p w14:paraId="6527D766" w14:textId="096E171F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sz w:val="20"/>
          <w:szCs w:val="20"/>
          <w:lang w:eastAsia="ar-SA"/>
        </w:rPr>
        <w:t>Rok akademicki 202</w:t>
      </w:r>
      <w:r w:rsidR="003B4FCB">
        <w:rPr>
          <w:rFonts w:ascii="Corbel" w:hAnsi="Corbel"/>
          <w:sz w:val="20"/>
          <w:szCs w:val="20"/>
          <w:lang w:eastAsia="ar-SA"/>
        </w:rPr>
        <w:t>6</w:t>
      </w:r>
      <w:r w:rsidRPr="00BB0A85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3B4FCB">
        <w:rPr>
          <w:rFonts w:ascii="Corbel" w:hAnsi="Corbel"/>
          <w:sz w:val="20"/>
          <w:szCs w:val="20"/>
          <w:lang w:eastAsia="ar-SA"/>
        </w:rPr>
        <w:t>7</w:t>
      </w:r>
    </w:p>
    <w:p w14:paraId="62573455" w14:textId="77777777" w:rsidR="0072729E" w:rsidRDefault="0072729E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1E0E7132" w14:textId="6D334126" w:rsidR="00FB3E24" w:rsidRDefault="00FB3E24" w:rsidP="00FB3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3E24" w14:paraId="25D4A351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5FC2" w14:textId="77777777" w:rsidR="00FB3E24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7217" w14:textId="77777777" w:rsidR="00FB3E24" w:rsidRDefault="00FB3E24" w:rsidP="70162FA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0162FA9">
              <w:rPr>
                <w:rFonts w:ascii="Corbel" w:hAnsi="Corbel"/>
                <w:bCs/>
                <w:sz w:val="24"/>
                <w:szCs w:val="24"/>
              </w:rPr>
              <w:t>Seminarium dyplomowe</w:t>
            </w:r>
          </w:p>
        </w:tc>
      </w:tr>
      <w:tr w:rsidR="00FB3E24" w14:paraId="05C2E77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0E6C" w14:textId="77777777" w:rsidR="00FB3E24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47AF" w14:textId="435BF7D7" w:rsidR="00FB3E24" w:rsidRDefault="00F356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5689">
              <w:rPr>
                <w:rFonts w:ascii="Corbel" w:hAnsi="Corbel"/>
                <w:b w:val="0"/>
                <w:sz w:val="24"/>
                <w:szCs w:val="24"/>
              </w:rPr>
              <w:t>A2SO03</w:t>
            </w:r>
          </w:p>
        </w:tc>
      </w:tr>
      <w:tr w:rsidR="00FB3E24" w14:paraId="092E4C35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2A89" w14:textId="77777777" w:rsidR="00FB3E24" w:rsidRDefault="00FB3E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7CDF" w14:textId="4CBD73AD" w:rsidR="00FB3E24" w:rsidRDefault="003B4FCB" w:rsidP="70162F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3B4FCB" w14:paraId="4271B349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4E2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  <w:hideMark/>
          </w:tcPr>
          <w:p w14:paraId="1C7B54D2" w14:textId="24D633E9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Katedry i Zakłady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WPiA</w:t>
            </w:r>
            <w:proofErr w:type="spellEnd"/>
          </w:p>
        </w:tc>
      </w:tr>
      <w:tr w:rsidR="003B4FCB" w14:paraId="1D4583F6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DDCD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  <w:hideMark/>
          </w:tcPr>
          <w:p w14:paraId="2604B2A1" w14:textId="2B5BD447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3B4FCB" w14:paraId="215FB9A6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340F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  <w:hideMark/>
          </w:tcPr>
          <w:p w14:paraId="63ADE60F" w14:textId="18390BB3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3B4FCB" w14:paraId="39C411E0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D3DE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  <w:hideMark/>
          </w:tcPr>
          <w:p w14:paraId="7409DF2F" w14:textId="76B4D08E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B4FCB" w14:paraId="47436E9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8555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  <w:hideMark/>
          </w:tcPr>
          <w:p w14:paraId="267DE83F" w14:textId="6D76E04C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4FCB" w14:paraId="76BF677F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3995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  <w:hideMark/>
          </w:tcPr>
          <w:p w14:paraId="2768B39D" w14:textId="19E1F7D2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II rok / II,III, IV semestr</w:t>
            </w:r>
          </w:p>
        </w:tc>
      </w:tr>
      <w:tr w:rsidR="003B4FCB" w14:paraId="5D707FF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7A32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  <w:hideMark/>
          </w:tcPr>
          <w:p w14:paraId="1C46A68F" w14:textId="650918BA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B4FCB" w14:paraId="4C24CD8A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BDB0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  <w:hideMark/>
          </w:tcPr>
          <w:p w14:paraId="2B7BEC4B" w14:textId="7BDCC567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4FCB" w14:paraId="26E15C07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0E3C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  <w:hideMark/>
          </w:tcPr>
          <w:p w14:paraId="59A4EB3D" w14:textId="638FDE8B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3B4FCB" w14:paraId="255BF9F7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3C5B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  <w:hideMark/>
          </w:tcPr>
          <w:p w14:paraId="07DC314D" w14:textId="7B80D35A" w:rsidR="003B4FCB" w:rsidRDefault="003B4FCB" w:rsidP="003B4FC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wydziału zgodnie z przydziałami czynności</w:t>
            </w:r>
          </w:p>
        </w:tc>
      </w:tr>
    </w:tbl>
    <w:p w14:paraId="54914BE6" w14:textId="77777777" w:rsidR="00FB3E24" w:rsidRDefault="00FB3E24" w:rsidP="003B4FC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4863B77" w14:textId="77777777" w:rsidR="003B4FCB" w:rsidRDefault="003B4FCB" w:rsidP="003B4F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575B3D" w14:textId="638F55CE" w:rsidR="00FB3E24" w:rsidRDefault="00FB3E24" w:rsidP="003B4FCB">
      <w:pPr>
        <w:pStyle w:val="Podpunkty"/>
        <w:ind w:left="284"/>
        <w:jc w:val="left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 w:rsidR="003B4FC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6540668" w14:textId="77777777" w:rsidR="00FB3E24" w:rsidRDefault="00FB3E24" w:rsidP="003B4F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75"/>
        <w:gridCol w:w="765"/>
        <w:gridCol w:w="840"/>
        <w:gridCol w:w="656"/>
        <w:gridCol w:w="948"/>
        <w:gridCol w:w="1189"/>
        <w:gridCol w:w="1505"/>
      </w:tblGrid>
      <w:tr w:rsidR="00FB3E24" w:rsidRPr="003B4FCB" w14:paraId="61018FF3" w14:textId="77777777" w:rsidTr="70162FA9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960E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Semestr</w:t>
            </w:r>
          </w:p>
          <w:p w14:paraId="66375B7E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EAC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Wykł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E33A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FE5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Konw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1F86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371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Sem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436B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3B35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Prakt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4A35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80BC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FC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603D" w:rsidRPr="003B4FCB" w14:paraId="366847CE" w14:textId="77777777" w:rsidTr="003B4FCB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3B64" w14:textId="21E31535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2ADE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61B0" w14:textId="1D834011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B04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3646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C94A" w14:textId="4964E7D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D5A8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433C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06ED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796E" w14:textId="758E1579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5</w:t>
            </w:r>
          </w:p>
        </w:tc>
      </w:tr>
      <w:tr w:rsidR="0032603D" w:rsidRPr="003B4FCB" w14:paraId="0D68FEB3" w14:textId="77777777" w:rsidTr="0032603D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4D73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E508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3CD8" w14:textId="4F3D7CCE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1B9C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426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E5F8" w14:textId="3F1EFD9F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60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813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9D7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8E3E" w14:textId="77777777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B84" w14:textId="56BC98FB" w:rsidR="0032603D" w:rsidRPr="003B4FCB" w:rsidRDefault="0032603D" w:rsidP="003260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5</w:t>
            </w:r>
          </w:p>
        </w:tc>
      </w:tr>
      <w:tr w:rsidR="0032603D" w:rsidRPr="003B4FCB" w14:paraId="1960934A" w14:textId="77777777" w:rsidTr="0032603D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C10B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652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11E3" w14:textId="04E9C042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319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3A3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E79F" w14:textId="22F4806D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6319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B9F6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D0F0" w14:textId="7777777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2E01" w14:textId="7DAB216A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2603D" w:rsidRPr="003B4FCB" w14:paraId="748ADD09" w14:textId="77777777" w:rsidTr="0032603D">
        <w:trPr>
          <w:trHeight w:val="3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BAF6" w14:textId="31726319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8DB0" w14:textId="16815A2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9FA8" w14:textId="289A2694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3706" w14:textId="7C1955AF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B3E0" w14:textId="78E23333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171D" w14:textId="234DC097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B4E0" w14:textId="3F9EBE58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E2F" w14:textId="010CF854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04E1" w14:textId="1AD358FE" w:rsidR="0032603D" w:rsidRPr="003B4FCB" w:rsidRDefault="0032603D" w:rsidP="003260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616569C9" w14:textId="77777777" w:rsidR="00FB3E24" w:rsidRPr="003B4FCB" w:rsidRDefault="00FB3E24" w:rsidP="003B4F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9840B4" w14:textId="08ED8B13" w:rsidR="00FB3E24" w:rsidRDefault="00FB3E24" w:rsidP="003B4F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3B4FCB">
        <w:rPr>
          <w:rFonts w:ascii="Corbel" w:hAnsi="Corbel"/>
          <w:smallCaps w:val="0"/>
          <w:szCs w:val="24"/>
        </w:rPr>
        <w:t>1.2.</w:t>
      </w:r>
      <w:r w:rsidRPr="003B4FCB">
        <w:rPr>
          <w:rFonts w:ascii="Corbel" w:hAnsi="Corbel"/>
          <w:smallCaps w:val="0"/>
          <w:szCs w:val="24"/>
        </w:rPr>
        <w:tab/>
        <w:t>Sposób realizacji zajęć</w:t>
      </w:r>
    </w:p>
    <w:p w14:paraId="56BB6DA0" w14:textId="77777777" w:rsidR="003B4FCB" w:rsidRPr="003B4FCB" w:rsidRDefault="003B4FCB" w:rsidP="003B4F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F6F676" w14:textId="5126AD6E" w:rsidR="00FB3E24" w:rsidRPr="003B4FCB" w:rsidRDefault="003B4FCB" w:rsidP="003B4F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  </w:t>
      </w:r>
      <w:r w:rsidR="00FB3E24" w:rsidRPr="003B4FC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9C1C4" w14:textId="77777777" w:rsidR="00FB3E24" w:rsidRPr="003B4FCB" w:rsidRDefault="00FB3E24" w:rsidP="003B4F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4FCB">
        <w:rPr>
          <w:rFonts w:ascii="Segoe UI Symbol" w:eastAsia="MS Gothic" w:hAnsi="Segoe UI Symbol" w:cs="Segoe UI Symbol"/>
          <w:b w:val="0"/>
          <w:szCs w:val="24"/>
        </w:rPr>
        <w:t>☐</w:t>
      </w:r>
      <w:r w:rsidRPr="003B4FC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6B5F2F" w14:textId="77777777" w:rsidR="00FB3E24" w:rsidRPr="003B4FCB" w:rsidRDefault="00FB3E24" w:rsidP="003B4F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28B660" w14:textId="7E628664" w:rsidR="003B4FCB" w:rsidRDefault="00FB3E24" w:rsidP="003B4F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B4FCB">
        <w:rPr>
          <w:rFonts w:ascii="Corbel" w:hAnsi="Corbel"/>
          <w:smallCaps w:val="0"/>
          <w:szCs w:val="24"/>
        </w:rPr>
        <w:t>1.3</w:t>
      </w:r>
      <w:r w:rsidR="003B4FCB">
        <w:rPr>
          <w:rFonts w:ascii="Corbel" w:hAnsi="Corbel"/>
          <w:smallCaps w:val="0"/>
          <w:szCs w:val="24"/>
        </w:rPr>
        <w:t>.</w:t>
      </w:r>
      <w:r w:rsidRPr="003B4FCB">
        <w:rPr>
          <w:rFonts w:ascii="Corbel" w:hAnsi="Corbel"/>
          <w:smallCaps w:val="0"/>
          <w:szCs w:val="24"/>
        </w:rPr>
        <w:t xml:space="preserve"> Forma zaliczenia przedmiotu (z toku) </w:t>
      </w:r>
      <w:r w:rsidRPr="003B4FCB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34A9A286" w:rsidRPr="003B4FCB">
        <w:rPr>
          <w:rFonts w:ascii="Corbel" w:hAnsi="Corbel"/>
          <w:b w:val="0"/>
          <w:smallCaps w:val="0"/>
          <w:szCs w:val="24"/>
        </w:rPr>
        <w:t xml:space="preserve"> </w:t>
      </w:r>
    </w:p>
    <w:p w14:paraId="36367F19" w14:textId="77777777" w:rsidR="003B4FCB" w:rsidRDefault="003B4FCB" w:rsidP="003B4F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E2F65E4" w14:textId="4AF01763" w:rsidR="00FB3E24" w:rsidRPr="003B4FCB" w:rsidRDefault="003B4FCB" w:rsidP="003B4FCB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3B4FCB">
        <w:rPr>
          <w:rFonts w:ascii="Corbel" w:hAnsi="Corbel"/>
          <w:b w:val="0"/>
          <w:smallCaps w:val="0"/>
          <w:szCs w:val="24"/>
        </w:rPr>
        <w:t>aliczenie bez oceny</w:t>
      </w:r>
    </w:p>
    <w:p w14:paraId="30EDBA8E" w14:textId="77777777" w:rsidR="00FB3E24" w:rsidRPr="003B4FCB" w:rsidRDefault="00FB3E24" w:rsidP="003B4F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1A9DB3" w14:textId="4F05AB81" w:rsidR="00FB3E24" w:rsidRPr="003B4FCB" w:rsidRDefault="00FB3E24" w:rsidP="003B4FCB">
      <w:pPr>
        <w:pStyle w:val="Punktygwne"/>
        <w:spacing w:before="0" w:after="0"/>
        <w:rPr>
          <w:rFonts w:ascii="Corbel" w:hAnsi="Corbel"/>
          <w:szCs w:val="24"/>
        </w:rPr>
      </w:pPr>
      <w:r w:rsidRPr="003B4FCB">
        <w:rPr>
          <w:rFonts w:ascii="Corbel" w:hAnsi="Corbel"/>
          <w:szCs w:val="24"/>
        </w:rPr>
        <w:t>2.</w:t>
      </w:r>
      <w:r w:rsidR="003B4FCB" w:rsidRPr="003B4FCB">
        <w:rPr>
          <w:rFonts w:ascii="Corbel" w:hAnsi="Corbel"/>
          <w:szCs w:val="24"/>
        </w:rPr>
        <w:t xml:space="preserve"> </w:t>
      </w:r>
      <w:r w:rsidRPr="003B4FCB">
        <w:rPr>
          <w:rFonts w:ascii="Corbel" w:hAnsi="Corbel"/>
          <w:szCs w:val="24"/>
        </w:rPr>
        <w:t xml:space="preserve">Wymagania wstępne </w:t>
      </w:r>
    </w:p>
    <w:p w14:paraId="234E8E7C" w14:textId="77777777" w:rsidR="00BB0A85" w:rsidRPr="003B4FCB" w:rsidRDefault="00BB0A85" w:rsidP="00FB3E2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B3E24" w:rsidRPr="003B4FCB" w14:paraId="77D1F229" w14:textId="77777777" w:rsidTr="003B4FCB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3C6" w14:textId="24CC0995" w:rsidR="00FB3E24" w:rsidRPr="003B4FCB" w:rsidRDefault="0032603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29ED5855" w14:textId="77777777" w:rsidR="003B4FCB" w:rsidRDefault="003B4FCB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693DACD3" w14:textId="244BAE3E" w:rsidR="00FB3E24" w:rsidRDefault="00FB3E24" w:rsidP="70162FA9">
      <w:pPr>
        <w:pStyle w:val="Punktygwne"/>
        <w:spacing w:before="0" w:after="0"/>
        <w:rPr>
          <w:rFonts w:ascii="Corbel" w:hAnsi="Corbel"/>
        </w:rPr>
      </w:pPr>
      <w:r w:rsidRPr="70162FA9">
        <w:rPr>
          <w:rFonts w:ascii="Corbel" w:hAnsi="Corbel"/>
        </w:rPr>
        <w:lastRenderedPageBreak/>
        <w:t>3. cele, efekty uczenia się, treści Programowe i stosowane metody Dydaktyczne</w:t>
      </w:r>
    </w:p>
    <w:p w14:paraId="7E1C11C9" w14:textId="77777777" w:rsidR="00FB3E24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15E344E2" w14:textId="77BE0A6D" w:rsidR="00FB3E24" w:rsidRDefault="00FB3E24" w:rsidP="00FB3E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</w:t>
      </w:r>
      <w:r w:rsidR="003B4FCB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AD64521" w14:textId="77777777" w:rsidR="00FB3E24" w:rsidRPr="003B4FCB" w:rsidRDefault="00FB3E24" w:rsidP="00FB3E2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B3E24" w14:paraId="67EA5646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D137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F6BD" w14:textId="77777777" w:rsidR="00FB3E24" w:rsidRDefault="00FB3E24" w:rsidP="003B4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FB3E24" w14:paraId="48675EFC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9C51" w14:textId="77777777" w:rsidR="00FB3E24" w:rsidRDefault="00FB3E24" w:rsidP="003B4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890C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Przegląd podstawowych metod i narzędzi badawczych potrzebnych do napisania pracy dyplomowej</w:t>
            </w:r>
          </w:p>
        </w:tc>
      </w:tr>
      <w:tr w:rsidR="00FB3E24" w14:paraId="31641A8C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CA48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F2BD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FB3E24" w14:paraId="3C4E970D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3730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0D79" w14:textId="77777777" w:rsidR="00FB3E24" w:rsidRDefault="00FB3E24" w:rsidP="003B4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prowadzenia własnych badań naukowych w obszarze nauk prawnych oraz do samodzielnego opracowywania i prezentowania ich wyników w formie pracy dyplomowej.</w:t>
            </w:r>
          </w:p>
        </w:tc>
      </w:tr>
    </w:tbl>
    <w:p w14:paraId="2E059B20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1CE674" w14:textId="46AE6383" w:rsidR="00FB3E24" w:rsidRDefault="00FB3E24" w:rsidP="00FB3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</w:t>
      </w:r>
      <w:r w:rsidR="003A465F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7C1C315" w14:textId="77777777" w:rsidR="00FB3E24" w:rsidRDefault="00FB3E24" w:rsidP="00FB3E2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B3E24" w14:paraId="1D6D9F74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FFC0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6428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3297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E24" w14:paraId="13607E31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DB64" w14:textId="6E581F32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24A" w14:textId="1A1045B7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  <w:r w:rsidR="003B4F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94E2" w14:textId="6B4528C8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FB3E24" w14:paraId="19739265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DA57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32D1" w14:textId="7F27A3D9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o relacjach między organami administracji publicznej oraz relacjach między nimi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a jednostką i instytucjami społecznymi w odniesieniu</w:t>
            </w:r>
            <w:r w:rsidR="003B4F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5576" w14:textId="78352ED0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14:paraId="75F6F73D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F05B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5C" w14:textId="74B42107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o roli człowieka, jego cechach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i aktywności w sferze administracji oraz jako twórcy kultury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i podmiotu konstytuującego struktury społeczne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A605" w14:textId="67864B53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B3E24" w14:paraId="235DBDDA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EE1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60FB" w14:textId="1228EACE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Wykazuje się pogłębioną wiedzą na temat teorii naukowych właściwych dla kierunku administracja oraz ma rozszerzoną wiedzę w zakresie miejsca i znaczenia nauk społecznych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systemie nauk oraz rozpoznaje ich relacje do innych nauk społecznych, znając zarys ewolucji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instytucji administracyjnych i prawnych, a także posiadając szeroką wiedzę o poglądach doktryny i orzecznictwa na temat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struktur i instytucji administracyjno-prawnych;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5D1" w14:textId="7DDCCF33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B3E24" w14:paraId="755D570B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0F7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15B5" w14:textId="1E64EAA1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Zna i rozumie metodologie pracy umysłowej i reguły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pisania prac naukowych;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938D" w14:textId="615D8191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FB3E24" w14:paraId="6DF08C68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447F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D96" w14:textId="4C374A95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77FA" w14:textId="549A0C3E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B3E24" w14:paraId="0DCFBC5D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62C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C7A" w14:textId="46C4924A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dla analizowania procesów i zjawisk a także prawidłowo posługiwać się wiedzą z zakresu nauk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o prawie i administracji oraz podstawową wiedzą interdyscyplinarną do przygotowania rozwiązań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problemów;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1FEF" w14:textId="57BA7C8B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14:paraId="008E0B90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F98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D4B" w14:textId="70C62BD6" w:rsidR="00FB3E24" w:rsidRDefault="00DA190E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8A93" w14:textId="77777777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3E24" w14:paraId="282CF861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7806" w14:textId="4AE1F936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708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F49" w14:textId="3D2E6981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C5CC" w14:textId="77777777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0416FD6" w14:textId="77777777" w:rsidR="00FB3E24" w:rsidRDefault="00FB3E24" w:rsidP="003A46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C5356" w14:textId="1E232E27" w:rsidR="00FB3E24" w:rsidRDefault="00FB3E24" w:rsidP="003A465F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A465F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Treści programowe</w:t>
      </w:r>
    </w:p>
    <w:p w14:paraId="007EDE4F" w14:textId="77777777" w:rsidR="003A465F" w:rsidRDefault="003A465F" w:rsidP="003A465F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5BC5E7FA" w14:textId="0DE7A126" w:rsidR="00FB3E24" w:rsidRDefault="00FB3E24" w:rsidP="003A465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14:paraId="52614493" w14:textId="77777777" w:rsidR="00FB3E24" w:rsidRDefault="00FB3E24" w:rsidP="003A465F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B3E24" w14:paraId="600A628D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A4AC" w14:textId="34EA2A5B" w:rsidR="00FB3E24" w:rsidRDefault="003A465F" w:rsidP="003A465F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A465F">
              <w:rPr>
                <w:rFonts w:ascii="Corbel" w:hAnsi="Corbel"/>
                <w:b/>
                <w:bCs/>
                <w:sz w:val="24"/>
                <w:szCs w:val="24"/>
              </w:rPr>
              <w:t>Treści merytoryczn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</w:p>
        </w:tc>
      </w:tr>
      <w:tr w:rsidR="003A465F" w14:paraId="23D115C2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1B1D" w14:textId="4D2DCFBC" w:rsidR="003A465F" w:rsidRPr="6F1132D7" w:rsidRDefault="003A465F" w:rsidP="003A465F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6F1132D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E33DAC5" w14:textId="77777777" w:rsidR="00FB3E24" w:rsidRDefault="00FB3E24" w:rsidP="003A465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C8DE2" w14:textId="77777777" w:rsidR="00FB3E24" w:rsidRDefault="00FB3E24" w:rsidP="003A465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BBFA89" w14:textId="77777777" w:rsidR="00FB3E24" w:rsidRDefault="00FB3E24" w:rsidP="003A465F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B3E24" w14:paraId="454A991A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0EAB" w14:textId="1667C772" w:rsidR="00FB3E24" w:rsidRPr="003A465F" w:rsidRDefault="00FB3E2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1" w:name="_Hlk90462210"/>
            <w:r w:rsidRPr="003A465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B3E24" w14:paraId="54DF9DE5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00C6" w14:textId="265B0BFD" w:rsidR="00FB3E24" w:rsidRPr="008D3586" w:rsidRDefault="00FB3E24" w:rsidP="70162F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0162FA9">
              <w:rPr>
                <w:rFonts w:ascii="Corbel" w:hAnsi="Corbel"/>
                <w:sz w:val="24"/>
                <w:szCs w:val="24"/>
              </w:rPr>
              <w:t>Istota metodologii naukowych.</w:t>
            </w:r>
          </w:p>
        </w:tc>
      </w:tr>
      <w:tr w:rsidR="008D3586" w14:paraId="089F5F4A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041" w14:textId="7BDD11A1" w:rsidR="008D3586" w:rsidRPr="008D3586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8D3586" w14:paraId="4372F018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4B98" w14:textId="4B316D85" w:rsidR="008D3586" w:rsidRPr="008D3586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3586" w14:paraId="26518744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20A" w14:textId="54C24C38" w:rsidR="008D3586" w:rsidRPr="008D3586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8D3586" w14:paraId="53A5D8F1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C24C" w14:textId="70F7DCA9" w:rsidR="008D3586" w:rsidRPr="008D3586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8D3586" w14:paraId="791F3400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6F1B" w14:textId="0376CC59" w:rsidR="008D3586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8D3586" w14:paraId="01AA0F41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8A7" w14:textId="18B67817" w:rsidR="008D3586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8D3586" w14:paraId="36359737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3B65" w14:textId="4ED8670D" w:rsidR="008D3586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FB3E24" w14:paraId="5AA61636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3EAC" w14:textId="0AACE97E" w:rsidR="00FB3E24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8D3586" w14:paraId="1C0EDE0F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FB41" w14:textId="7F8E05D8" w:rsidR="008D3586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8D3586" w14:paraId="5A913F85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D40" w14:textId="39901736" w:rsidR="008D3586" w:rsidRPr="008D3586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FB3E24" w14:paraId="465DFC8D" w14:textId="77777777" w:rsidTr="003A465F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0BA1" w14:textId="79165DFC" w:rsidR="00FB3E24" w:rsidRPr="008D3586" w:rsidRDefault="008D3586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  <w:bookmarkEnd w:id="1"/>
    </w:tbl>
    <w:p w14:paraId="1EAE77A1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A32F6" w14:textId="2872C7F0" w:rsidR="00FB3E24" w:rsidRDefault="00FB3E24" w:rsidP="70162FA9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70162FA9">
        <w:rPr>
          <w:rFonts w:ascii="Corbel" w:hAnsi="Corbel"/>
          <w:smallCaps w:val="0"/>
        </w:rPr>
        <w:t>3.4</w:t>
      </w:r>
      <w:r w:rsidR="003A465F">
        <w:rPr>
          <w:rFonts w:ascii="Corbel" w:hAnsi="Corbel"/>
          <w:smallCaps w:val="0"/>
        </w:rPr>
        <w:t>.</w:t>
      </w:r>
      <w:r w:rsidRPr="70162FA9">
        <w:rPr>
          <w:rFonts w:ascii="Corbel" w:hAnsi="Corbel"/>
          <w:smallCaps w:val="0"/>
        </w:rPr>
        <w:t xml:space="preserve"> Metody dydaktyczne</w:t>
      </w:r>
      <w:r w:rsidRPr="70162FA9">
        <w:rPr>
          <w:rFonts w:ascii="Corbel" w:hAnsi="Corbel"/>
          <w:b w:val="0"/>
          <w:smallCaps w:val="0"/>
        </w:rPr>
        <w:t xml:space="preserve"> </w:t>
      </w:r>
    </w:p>
    <w:p w14:paraId="6B520B8F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24B22" w14:textId="77777777" w:rsidR="00FB3E24" w:rsidRDefault="00FB3E24" w:rsidP="003A465F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Prezentacja zaplanowanych badań, rozwiązywanie problemów i zadań, przegląd literatury naukowej, praca w grupach, dyskusja</w:t>
      </w:r>
    </w:p>
    <w:p w14:paraId="18593DA2" w14:textId="77777777" w:rsidR="00FB3E24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21C92" w14:textId="77777777" w:rsidR="003A465F" w:rsidRDefault="003A465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29E2101" w14:textId="39AE391F" w:rsidR="00FB3E24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7650332" w14:textId="77777777" w:rsidR="00FB3E24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387B37" w14:textId="769F03B9" w:rsidR="00FB3E24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</w:t>
      </w:r>
      <w:r w:rsidR="003A465F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06DBD61C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B3E24" w14:paraId="68DD752B" w14:textId="77777777" w:rsidTr="00FB3E2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9DA7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F352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F880F4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9E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AF65B4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3E24" w14:paraId="55F7E6C6" w14:textId="77777777" w:rsidTr="003A465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D71A" w14:textId="1A8FDF06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65F">
              <w:rPr>
                <w:rFonts w:ascii="Corbel" w:hAnsi="Corbel"/>
                <w:b w:val="0"/>
                <w:smallCaps w:val="0"/>
                <w:szCs w:val="24"/>
              </w:rPr>
              <w:t>EK_01, EK_02, EK_03, EK_04, 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CA2C" w14:textId="4D385732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3E24" w:rsidRPr="003A465F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F000" w14:textId="780ADB56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B3E24" w14:paraId="4C201F89" w14:textId="77777777" w:rsidTr="003A465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0B4E" w14:textId="2DA1B0D7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65F">
              <w:rPr>
                <w:rFonts w:ascii="Corbel" w:hAnsi="Corbel"/>
                <w:b w:val="0"/>
                <w:smallCaps w:val="0"/>
                <w:szCs w:val="24"/>
              </w:rPr>
              <w:t>EK_06, EK_07, EK_09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6CDA" w14:textId="77777777" w:rsidR="00FB3E24" w:rsidRPr="003A465F" w:rsidRDefault="00FB3E24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65F">
              <w:rPr>
                <w:rFonts w:ascii="Corbel" w:hAnsi="Corbel"/>
                <w:b w:val="0"/>
                <w:smallCaps w:val="0"/>
                <w:szCs w:val="24"/>
              </w:rPr>
              <w:t>projekt planu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C5E7" w14:textId="75D977BD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B3E24" w14:paraId="358D9376" w14:textId="77777777" w:rsidTr="003A465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A4E9" w14:textId="2CBD40D0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65F">
              <w:rPr>
                <w:rFonts w:ascii="Corbel" w:hAnsi="Corbel"/>
                <w:b w:val="0"/>
                <w:smallCaps w:val="0"/>
                <w:szCs w:val="24"/>
              </w:rPr>
              <w:t>EK_01, EK_02,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45D5" w14:textId="6B9E7A13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B3E24" w:rsidRPr="003A465F">
              <w:rPr>
                <w:rFonts w:ascii="Corbel" w:hAnsi="Corbel"/>
                <w:b w:val="0"/>
                <w:smallCaps w:val="0"/>
                <w:szCs w:val="24"/>
              </w:rPr>
              <w:t>raca dyplomowa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9EED" w14:textId="74E2B7E6" w:rsidR="00FB3E24" w:rsidRP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35ED38A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60C0E" w14:textId="38B5F215" w:rsidR="00FB3E24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</w:t>
      </w:r>
      <w:r w:rsidR="003A465F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0F695466" w14:textId="77777777" w:rsidR="00FB3E24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3E24" w14:paraId="040C8320" w14:textId="77777777" w:rsidTr="00FB3E2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8254" w14:textId="68D78AB8" w:rsidR="00FB3E24" w:rsidRDefault="00FB3E24" w:rsidP="003A465F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zakończenia: ćwiczenia – zaliczenie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t xml:space="preserve"> bez 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AFAFFA" w14:textId="77777777" w:rsidR="00FB3E24" w:rsidRDefault="00FB3E24" w:rsidP="003A465F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02FECD09" w14:textId="77777777" w:rsidR="00FB3E24" w:rsidRDefault="00FB3E24" w:rsidP="003A465F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F0F2696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82FA9" w14:textId="77777777" w:rsidR="00FB3E24" w:rsidRDefault="00FB3E24" w:rsidP="00FB3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593597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FB3E24" w14:paraId="3E39DFFB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E1D5" w14:textId="77777777" w:rsidR="00FB3E24" w:rsidRDefault="00FB3E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8B83" w14:textId="77777777" w:rsidR="00FB3E24" w:rsidRDefault="00FB3E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E24" w14:paraId="5D64782C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D49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5FD6" w14:textId="444D9B12" w:rsidR="00FB3E24" w:rsidRDefault="00E7083C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14:paraId="30AE4885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0B52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B632BC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5081" w14:textId="09C5A18D" w:rsidR="00FB3E24" w:rsidRDefault="00E7083C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FB3E24" w14:paraId="6E9E2110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E01F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42DBE0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1FAE" w14:textId="6BDB99B1" w:rsidR="00FB3E24" w:rsidRDefault="00E7083C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  <w:r w:rsidR="00FB3E24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14:paraId="37EC6B0B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4E43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2618" w14:textId="1DD16F8B" w:rsidR="00FB3E24" w:rsidRDefault="6A8EB125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0162FA9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FB3E24" w14:paraId="14A9AD25" w14:textId="77777777" w:rsidTr="003A465F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5672" w14:textId="77777777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17E6" w14:textId="2D3D255C" w:rsidR="00FB3E24" w:rsidRDefault="00FB3E24" w:rsidP="003A465F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708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C642F12" w14:textId="77777777" w:rsidR="00FB3E24" w:rsidRDefault="00FB3E24" w:rsidP="003A465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139DA6" w14:textId="77777777" w:rsidR="003A465F" w:rsidRDefault="003A465F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66A39A" w14:textId="63DBA9F2" w:rsidR="00FB3E24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C9F19D8" w14:textId="77777777" w:rsidR="00FB3E24" w:rsidRDefault="00FB3E24" w:rsidP="70162FA9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p w14:paraId="477F3F9E" w14:textId="7DFE038B" w:rsidR="1A784154" w:rsidRDefault="1A784154" w:rsidP="70162FA9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  <w:r w:rsidRPr="70162FA9">
        <w:rPr>
          <w:rFonts w:ascii="Corbel" w:hAnsi="Corbel"/>
          <w:bCs/>
          <w:smallCaps w:val="0"/>
          <w:szCs w:val="24"/>
        </w:rPr>
        <w:t>Nie dotyczy</w:t>
      </w:r>
    </w:p>
    <w:p w14:paraId="35E79A1F" w14:textId="77777777" w:rsidR="00FB3E24" w:rsidRDefault="00FB3E24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C323B" w14:textId="77777777" w:rsidR="003A465F" w:rsidRDefault="003A465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1107081" w14:textId="7493E95B" w:rsidR="00FB3E24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EB8C527" w14:textId="77777777" w:rsidR="00FB3E24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FB3E24" w14:paraId="542F328C" w14:textId="77777777" w:rsidTr="003A465F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3D29" w14:textId="77777777" w:rsidR="00FB3E24" w:rsidRDefault="00FB3E24" w:rsidP="003A465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0162FA9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9527DE9" w14:textId="7DB34129" w:rsidR="70162FA9" w:rsidRDefault="70162FA9" w:rsidP="003A465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9E73F7C" w14:textId="77777777" w:rsidR="00FB3E24" w:rsidRDefault="00FB3E24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14:paraId="177B5FFA" w14:textId="4A75B844" w:rsidR="00FB3E24" w:rsidRDefault="00FB3E24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</w:t>
            </w:r>
            <w:r w:rsidR="003A4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Zysk i S-ka Wydawnictwo S.C., Poznań 2001 </w:t>
            </w:r>
          </w:p>
          <w:p w14:paraId="56459730" w14:textId="77777777" w:rsidR="00FB3E24" w:rsidRDefault="00FB3E24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  <w:p w14:paraId="731DAAD2" w14:textId="77777777" w:rsid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B3E24" w14:paraId="3DF58744" w14:textId="77777777" w:rsidTr="003A465F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F269" w14:textId="77777777" w:rsidR="00FB3E24" w:rsidRDefault="00FB3E24" w:rsidP="003A465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0162FA9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10DBDF3" w14:textId="75AD4A0F" w:rsidR="70162FA9" w:rsidRDefault="70162FA9" w:rsidP="003A465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AC5A99" w14:textId="212ADF2C" w:rsidR="00F35689" w:rsidRDefault="00F35689" w:rsidP="003A465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Ogólna metodologia pracy naukowej, </w:t>
            </w:r>
            <w:r w:rsidR="003A46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Wrocław-Warszawa-Kraków 1967.</w:t>
            </w:r>
          </w:p>
          <w:p w14:paraId="31B3133B" w14:textId="2B3B91F8" w:rsidR="003A465F" w:rsidRDefault="003A465F" w:rsidP="003A465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F530476" w14:textId="77777777" w:rsidR="00FB3E24" w:rsidRDefault="00FB3E24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A3311" w14:textId="77777777" w:rsidR="003A465F" w:rsidRDefault="003A465F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6C6F0" w14:textId="77777777" w:rsidR="00FB3E24" w:rsidRDefault="00FB3E24" w:rsidP="00FB3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3E24" w:rsidSect="003B4FCB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1A368" w14:textId="77777777" w:rsidR="002E5FDB" w:rsidRDefault="002E5FDB" w:rsidP="00C16ABF">
      <w:pPr>
        <w:spacing w:after="0" w:line="240" w:lineRule="auto"/>
      </w:pPr>
      <w:r>
        <w:separator/>
      </w:r>
    </w:p>
  </w:endnote>
  <w:endnote w:type="continuationSeparator" w:id="0">
    <w:p w14:paraId="60F68598" w14:textId="77777777" w:rsidR="002E5FDB" w:rsidRDefault="002E5F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D5FF3" w14:textId="77777777" w:rsidR="002E5FDB" w:rsidRDefault="002E5FDB" w:rsidP="00C16ABF">
      <w:pPr>
        <w:spacing w:after="0" w:line="240" w:lineRule="auto"/>
      </w:pPr>
      <w:r>
        <w:separator/>
      </w:r>
    </w:p>
  </w:footnote>
  <w:footnote w:type="continuationSeparator" w:id="0">
    <w:p w14:paraId="5FF7CD49" w14:textId="77777777" w:rsidR="002E5FDB" w:rsidRDefault="002E5FDB" w:rsidP="00C16ABF">
      <w:pPr>
        <w:spacing w:after="0" w:line="240" w:lineRule="auto"/>
      </w:pPr>
      <w:r>
        <w:continuationSeparator/>
      </w:r>
    </w:p>
  </w:footnote>
  <w:footnote w:id="1">
    <w:p w14:paraId="613AD128" w14:textId="77777777" w:rsidR="00FB3E24" w:rsidRDefault="00FB3E24" w:rsidP="00FB3E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8651458">
    <w:abstractNumId w:val="0"/>
  </w:num>
  <w:num w:numId="2" w16cid:durableId="1424571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E9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218"/>
    <w:rsid w:val="000D04B0"/>
    <w:rsid w:val="000F1C57"/>
    <w:rsid w:val="000F312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0DC"/>
    <w:rsid w:val="0018274E"/>
    <w:rsid w:val="00192F37"/>
    <w:rsid w:val="00196E3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2"/>
    <w:rsid w:val="002B4D55"/>
    <w:rsid w:val="002B5EA0"/>
    <w:rsid w:val="002B6119"/>
    <w:rsid w:val="002C1F06"/>
    <w:rsid w:val="002D3375"/>
    <w:rsid w:val="002D73D4"/>
    <w:rsid w:val="002E5FDB"/>
    <w:rsid w:val="002F02A3"/>
    <w:rsid w:val="002F4ABE"/>
    <w:rsid w:val="003018BA"/>
    <w:rsid w:val="0030395F"/>
    <w:rsid w:val="00305C92"/>
    <w:rsid w:val="003151C5"/>
    <w:rsid w:val="0032603D"/>
    <w:rsid w:val="0032793D"/>
    <w:rsid w:val="00327BCA"/>
    <w:rsid w:val="003343CF"/>
    <w:rsid w:val="00346FE9"/>
    <w:rsid w:val="0034759A"/>
    <w:rsid w:val="003503F6"/>
    <w:rsid w:val="003530DD"/>
    <w:rsid w:val="00360A30"/>
    <w:rsid w:val="00363F78"/>
    <w:rsid w:val="003A0A5B"/>
    <w:rsid w:val="003A1176"/>
    <w:rsid w:val="003A465F"/>
    <w:rsid w:val="003B4FC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0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29E"/>
    <w:rsid w:val="007327BD"/>
    <w:rsid w:val="00734608"/>
    <w:rsid w:val="00745302"/>
    <w:rsid w:val="007461D6"/>
    <w:rsid w:val="00746EC8"/>
    <w:rsid w:val="00763BF1"/>
    <w:rsid w:val="00766FD4"/>
    <w:rsid w:val="0077537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A9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79"/>
    <w:rsid w:val="00C612F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55"/>
    <w:rsid w:val="00DA190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83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689"/>
    <w:rsid w:val="00F526AF"/>
    <w:rsid w:val="00F617C3"/>
    <w:rsid w:val="00F7066B"/>
    <w:rsid w:val="00F83B28"/>
    <w:rsid w:val="00F974DA"/>
    <w:rsid w:val="00FA46E5"/>
    <w:rsid w:val="00FB3E24"/>
    <w:rsid w:val="00FB7DBA"/>
    <w:rsid w:val="00FC1C25"/>
    <w:rsid w:val="00FC3F45"/>
    <w:rsid w:val="00FD503F"/>
    <w:rsid w:val="00FD7589"/>
    <w:rsid w:val="00FF016A"/>
    <w:rsid w:val="00FF1401"/>
    <w:rsid w:val="00FF5E7D"/>
    <w:rsid w:val="06BDB18F"/>
    <w:rsid w:val="12EE31E4"/>
    <w:rsid w:val="1684054D"/>
    <w:rsid w:val="1A784154"/>
    <w:rsid w:val="285EAE27"/>
    <w:rsid w:val="33011F45"/>
    <w:rsid w:val="33ABD4EF"/>
    <w:rsid w:val="34A9A286"/>
    <w:rsid w:val="3638C007"/>
    <w:rsid w:val="498E7219"/>
    <w:rsid w:val="4C0B042B"/>
    <w:rsid w:val="4FE48B40"/>
    <w:rsid w:val="56AB6764"/>
    <w:rsid w:val="5C8DCBA6"/>
    <w:rsid w:val="65115F4C"/>
    <w:rsid w:val="6A7C2BE6"/>
    <w:rsid w:val="6A8EB125"/>
    <w:rsid w:val="6F1132D7"/>
    <w:rsid w:val="6F389151"/>
    <w:rsid w:val="701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B4A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2BEE-E7C3-47C6-B3A1-DDD135A2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1068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20</cp:revision>
  <cp:lastPrinted>2025-12-31T09:05:00Z</cp:lastPrinted>
  <dcterms:created xsi:type="dcterms:W3CDTF">2020-03-10T11:54:00Z</dcterms:created>
  <dcterms:modified xsi:type="dcterms:W3CDTF">2025-12-31T09:06:00Z</dcterms:modified>
</cp:coreProperties>
</file>